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EC66AE" w:rsidRDefault="00EC66AE" w:rsidP="00EC66AE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Příloha č. 1</w:t>
      </w:r>
    </w:p>
    <w:p w:rsidR="00EC66AE" w:rsidRPr="00EC66AE" w:rsidRDefault="00EC66AE" w:rsidP="00EC66A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 w:rsidRPr="00EC66AE">
        <w:rPr>
          <w:rFonts w:ascii="Calibri" w:eastAsia="Times New Roman" w:hAnsi="Calibri" w:cs="Times New Roman"/>
          <w:b/>
          <w:sz w:val="28"/>
          <w:szCs w:val="28"/>
          <w:lang w:eastAsia="cs-CZ"/>
        </w:rPr>
        <w:t>Krycí list</w:t>
      </w:r>
      <w:r w:rsidR="00141947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- část 1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EC66AE" w:rsidTr="00F45AB8">
        <w:trPr>
          <w:trHeight w:val="221"/>
        </w:trPr>
        <w:tc>
          <w:tcPr>
            <w:tcW w:w="5983" w:type="dxa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19"/>
        </w:trPr>
        <w:tc>
          <w:tcPr>
            <w:tcW w:w="5983" w:type="dxa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</w:tbl>
    <w:p w:rsidR="00EC66AE" w:rsidRPr="00EC66AE" w:rsidRDefault="00EC66AE" w:rsidP="00EC66AE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6095"/>
      </w:tblGrid>
      <w:tr w:rsidR="00EC66AE" w:rsidRPr="00EC66AE" w:rsidTr="00F45AB8">
        <w:trPr>
          <w:trHeight w:val="283"/>
        </w:trPr>
        <w:tc>
          <w:tcPr>
            <w:tcW w:w="3085" w:type="dxa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EC66AE" w:rsidRPr="00EC66AE" w:rsidRDefault="00141947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Dodávka plicních ventilátorů</w:t>
            </w:r>
            <w:bookmarkStart w:id="0" w:name="_GoBack"/>
            <w:bookmarkEnd w:id="0"/>
          </w:p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Identifikace zadavatele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Krajská zdravotní, a.s.</w:t>
            </w: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Sociální péče 3316/12A, </w:t>
            </w:r>
            <w:proofErr w:type="gramStart"/>
            <w:r w:rsidRPr="00EC66AE">
              <w:rPr>
                <w:rFonts w:ascii="Calibri" w:eastAsia="Times New Roman" w:hAnsi="Calibri" w:cs="Times New Roman"/>
                <w:lang w:eastAsia="cs-CZ"/>
              </w:rPr>
              <w:t>401 13  Ústí</w:t>
            </w:r>
            <w:proofErr w:type="gramEnd"/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 nad Labem</w:t>
            </w: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25488627/CZ25488627</w:t>
            </w: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Osoba oprávněná jednat jménem zadavatele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3F3512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Ing. </w:t>
            </w:r>
            <w:r w:rsidR="003F3512">
              <w:rPr>
                <w:rFonts w:ascii="Calibri" w:eastAsia="Times New Roman" w:hAnsi="Calibri" w:cs="Times New Roman"/>
                <w:lang w:eastAsia="cs-CZ"/>
              </w:rPr>
              <w:t>Petr Fiala</w:t>
            </w: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, </w:t>
            </w:r>
            <w:r w:rsidR="003F3512">
              <w:rPr>
                <w:rFonts w:ascii="Calibri" w:eastAsia="Times New Roman" w:hAnsi="Calibri" w:cs="Times New Roman"/>
                <w:lang w:eastAsia="cs-CZ"/>
              </w:rPr>
              <w:t xml:space="preserve">generální </w:t>
            </w:r>
            <w:r w:rsidRPr="00EC66AE">
              <w:rPr>
                <w:rFonts w:ascii="Calibri" w:eastAsia="Times New Roman" w:hAnsi="Calibri" w:cs="Times New Roman"/>
                <w:lang w:eastAsia="cs-CZ"/>
              </w:rPr>
              <w:t>ředitel společnosti</w:t>
            </w:r>
          </w:p>
        </w:tc>
      </w:tr>
      <w:tr w:rsidR="00EC66AE" w:rsidRPr="00EC66AE" w:rsidTr="00F45AB8">
        <w:trPr>
          <w:trHeight w:val="397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Identifikace uchazeče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535B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Osoba oprávněná jednat jménem </w:t>
            </w:r>
            <w:r w:rsidR="00535BB4">
              <w:rPr>
                <w:rFonts w:ascii="Calibri" w:eastAsia="Times New Roman" w:hAnsi="Calibri" w:cs="Times New Roman"/>
                <w:lang w:eastAsia="cs-CZ"/>
              </w:rPr>
              <w:t>uchazeče: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283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Kontaktní osoba</w:t>
            </w:r>
          </w:p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telefon, e-mail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397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EC66AE" w:rsidRPr="00EC66AE" w:rsidTr="00F45AB8">
        <w:trPr>
          <w:trHeight w:val="397"/>
        </w:trPr>
        <w:tc>
          <w:tcPr>
            <w:tcW w:w="308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6095" w:type="dxa"/>
            <w:vAlign w:val="center"/>
          </w:tcPr>
          <w:p w:rsidR="00EC66AE" w:rsidRPr="00EC66AE" w:rsidRDefault="00EC66AE" w:rsidP="00EC66A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</w:tbl>
    <w:p w:rsidR="00EC66AE" w:rsidRDefault="00EC66AE" w:rsidP="00EC66AE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tbl>
      <w:tblPr>
        <w:tblW w:w="497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8"/>
        <w:gridCol w:w="3975"/>
        <w:gridCol w:w="1360"/>
        <w:gridCol w:w="1193"/>
        <w:gridCol w:w="1298"/>
      </w:tblGrid>
      <w:tr w:rsidR="00141947" w:rsidRPr="00141947" w:rsidTr="00141947">
        <w:trPr>
          <w:trHeight w:val="288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41947">
              <w:rPr>
                <w:rFonts w:ascii="Calibri" w:eastAsia="Times New Roman" w:hAnsi="Calibri" w:cs="Calibri"/>
                <w:color w:val="000000"/>
                <w:lang w:eastAsia="cs-CZ"/>
              </w:rPr>
              <w:t>ID zadavatele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4194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41947">
              <w:rPr>
                <w:rFonts w:ascii="Calibri" w:eastAsia="Times New Roman" w:hAnsi="Calibri" w:cs="Calibri"/>
                <w:color w:val="000000"/>
                <w:lang w:eastAsia="cs-CZ"/>
              </w:rPr>
              <w:t>cena bez DPH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4194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DPH 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41947">
              <w:rPr>
                <w:rFonts w:ascii="Calibri" w:eastAsia="Times New Roman" w:hAnsi="Calibri" w:cs="Calibri"/>
                <w:color w:val="000000"/>
                <w:lang w:eastAsia="cs-CZ"/>
              </w:rPr>
              <w:t>cena vč. DPH</w:t>
            </w:r>
          </w:p>
        </w:tc>
      </w:tr>
      <w:tr w:rsidR="00141947" w:rsidRPr="00141947" w:rsidTr="00141947">
        <w:trPr>
          <w:trHeight w:val="300"/>
        </w:trPr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5ZP15012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Ventilátor pro středně až dlouhodobou ventilaci pacientů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141947" w:rsidRPr="00141947" w:rsidTr="00141947">
        <w:trPr>
          <w:trHeight w:val="300"/>
        </w:trPr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2ZP13022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Ventilátor pro dlouhodobou ventilaci pacientů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41947" w:rsidRPr="00141947" w:rsidTr="00141947">
        <w:trPr>
          <w:trHeight w:val="300"/>
        </w:trPr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5ZP15021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Ventilátor plicní 2x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41947" w:rsidRPr="00141947" w:rsidTr="00141947">
        <w:trPr>
          <w:trHeight w:val="300"/>
        </w:trPr>
        <w:tc>
          <w:tcPr>
            <w:tcW w:w="7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2ZP15046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Plicní ventilátor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41947" w:rsidRPr="00141947" w:rsidTr="00141947">
        <w:trPr>
          <w:trHeight w:val="288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41947" w:rsidRPr="00141947" w:rsidTr="00141947">
        <w:trPr>
          <w:trHeight w:val="288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část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41947" w:rsidRPr="00141947" w:rsidRDefault="00141947" w:rsidP="00141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419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BE690F" w:rsidRPr="00EC66AE" w:rsidRDefault="00BE690F" w:rsidP="00EC66AE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EC66AE" w:rsidRPr="00EC66AE" w:rsidRDefault="00EC66AE" w:rsidP="00EC66AE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V _______________</w:t>
      </w:r>
      <w:r w:rsidRPr="00EC66AE">
        <w:rPr>
          <w:rFonts w:ascii="Calibri" w:eastAsia="Times New Roman" w:hAnsi="Calibri" w:cs="Times New Roman"/>
          <w:lang w:eastAsia="cs-CZ"/>
        </w:rPr>
        <w:tab/>
      </w:r>
      <w:r w:rsidRPr="00EC66AE">
        <w:rPr>
          <w:rFonts w:ascii="Calibri" w:eastAsia="Times New Roman" w:hAnsi="Calibri" w:cs="Times New Roman"/>
          <w:lang w:eastAsia="cs-CZ"/>
        </w:rPr>
        <w:tab/>
        <w:t>dne _______________</w:t>
      </w:r>
    </w:p>
    <w:p w:rsidR="00EC66AE" w:rsidRPr="00EC66AE" w:rsidRDefault="00EC66AE" w:rsidP="00EC66AE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</w:p>
    <w:p w:rsidR="00EC66AE" w:rsidRPr="00EC66AE" w:rsidRDefault="00EC66AE" w:rsidP="00EC66AE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Podpis:</w:t>
      </w:r>
      <w:r w:rsidRPr="00EC66AE">
        <w:rPr>
          <w:rFonts w:ascii="Calibri" w:eastAsia="Times New Roman" w:hAnsi="Calibri" w:cs="Times New Roman"/>
          <w:lang w:eastAsia="cs-CZ"/>
        </w:rPr>
        <w:tab/>
        <w:t>______________________________________________________________</w:t>
      </w:r>
    </w:p>
    <w:p w:rsidR="00EC66AE" w:rsidRPr="00EC66AE" w:rsidRDefault="00EC66AE" w:rsidP="00EC66AE">
      <w:pPr>
        <w:spacing w:after="0" w:line="240" w:lineRule="auto"/>
        <w:jc w:val="both"/>
        <w:rPr>
          <w:rFonts w:ascii="Calibri" w:eastAsia="Times New Roman" w:hAnsi="Calibri" w:cs="Times New Roman"/>
          <w:i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ab/>
      </w:r>
      <w:r w:rsidRPr="00EC66AE">
        <w:rPr>
          <w:rFonts w:ascii="Calibri" w:eastAsia="Times New Roman" w:hAnsi="Calibri" w:cs="Times New Roman"/>
          <w:i/>
          <w:lang w:eastAsia="cs-CZ"/>
        </w:rPr>
        <w:t xml:space="preserve">titul, jméno, příjmení, funkce, razítko </w:t>
      </w:r>
      <w:r w:rsidRPr="00EC66AE">
        <w:rPr>
          <w:rFonts w:ascii="Calibri" w:eastAsia="Times New Roman" w:hAnsi="Calibri" w:cs="Times New Roman"/>
          <w:lang w:eastAsia="cs-CZ"/>
        </w:rPr>
        <w:t>o</w:t>
      </w:r>
      <w:r w:rsidRPr="00EC66AE">
        <w:rPr>
          <w:rFonts w:ascii="Calibri" w:eastAsia="Times New Roman" w:hAnsi="Calibri" w:cs="Times New Roman"/>
          <w:i/>
          <w:lang w:eastAsia="cs-CZ"/>
        </w:rPr>
        <w:t>právněné osoby jednat jménem uchazeče</w:t>
      </w:r>
    </w:p>
    <w:p w:rsidR="00EC66AE" w:rsidRPr="00EC66AE" w:rsidRDefault="00EC66AE" w:rsidP="00EC66AE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FD3459" w:rsidRDefault="00FD3459"/>
    <w:sectPr w:rsidR="00FD3459" w:rsidSect="00C37E90">
      <w:headerReference w:type="default" r:id="rId6"/>
      <w:footerReference w:type="default" r:id="rId7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200" w:rsidRDefault="00044200">
      <w:pPr>
        <w:spacing w:after="0" w:line="240" w:lineRule="auto"/>
      </w:pPr>
      <w:r>
        <w:separator/>
      </w:r>
    </w:p>
  </w:endnote>
  <w:endnote w:type="continuationSeparator" w:id="0">
    <w:p w:rsidR="00044200" w:rsidRDefault="00044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454914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141947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141947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04420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04420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200" w:rsidRDefault="00044200">
      <w:pPr>
        <w:spacing w:after="0" w:line="240" w:lineRule="auto"/>
      </w:pPr>
      <w:r>
        <w:separator/>
      </w:r>
    </w:p>
  </w:footnote>
  <w:footnote w:type="continuationSeparator" w:id="0">
    <w:p w:rsidR="00044200" w:rsidRDefault="00044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454914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13671B" wp14:editId="1D67678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90F"/>
    <w:rsid w:val="00044200"/>
    <w:rsid w:val="00141947"/>
    <w:rsid w:val="00281B94"/>
    <w:rsid w:val="003F3512"/>
    <w:rsid w:val="00454914"/>
    <w:rsid w:val="00535BB4"/>
    <w:rsid w:val="006D0552"/>
    <w:rsid w:val="00705D22"/>
    <w:rsid w:val="007D768B"/>
    <w:rsid w:val="00942343"/>
    <w:rsid w:val="009D7F1C"/>
    <w:rsid w:val="00B11D4D"/>
    <w:rsid w:val="00BE690F"/>
    <w:rsid w:val="00E73CAD"/>
    <w:rsid w:val="00EC66AE"/>
    <w:rsid w:val="00F10524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8D42D-06B6-4CEF-ADE1-2BA511CF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bynek.tichy\Desktop\1029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1.dotx</Template>
  <TotalTime>15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2015-12-03T08:41:00Z</dcterms:created>
  <dcterms:modified xsi:type="dcterms:W3CDTF">2015-12-03T08:56:00Z</dcterms:modified>
</cp:coreProperties>
</file>